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6F311F75" w:rsidR="008D13DF" w:rsidRDefault="008D13DF" w:rsidP="008D13DF">
      <w:pPr>
        <w:pStyle w:val="Default"/>
        <w:jc w:val="both"/>
        <w:rPr>
          <w:sz w:val="22"/>
          <w:szCs w:val="22"/>
        </w:rPr>
      </w:pPr>
      <w:r>
        <w:rPr>
          <w:sz w:val="22"/>
          <w:szCs w:val="22"/>
        </w:rPr>
        <w:t xml:space="preserve">Expedient: </w:t>
      </w:r>
      <w:r w:rsidR="00251979">
        <w:rPr>
          <w:sz w:val="22"/>
          <w:szCs w:val="22"/>
        </w:rPr>
        <w:t>CSE/CC00/110143</w:t>
      </w:r>
      <w:r w:rsidR="00D06257">
        <w:rPr>
          <w:sz w:val="22"/>
          <w:szCs w:val="22"/>
        </w:rPr>
        <w:t>6822</w:t>
      </w:r>
      <w:bookmarkStart w:id="0" w:name="_GoBack"/>
      <w:bookmarkEnd w:id="0"/>
      <w:r w:rsidR="00251979">
        <w:rPr>
          <w:sz w:val="22"/>
          <w:szCs w:val="22"/>
        </w:rPr>
        <w:t>/25/PS</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3068" w14:textId="77777777" w:rsidR="00EB03A8" w:rsidRDefault="00EB03A8">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405C2E3A" w:rsidR="002C09D3" w:rsidRPr="0008029D" w:rsidRDefault="00EB03A8" w:rsidP="002C09D3">
    <w:pPr>
      <w:pStyle w:val="Peu"/>
      <w:jc w:val="right"/>
      <w:rPr>
        <w:rFonts w:ascii="Calibri Light" w:hAnsi="Calibri Light"/>
        <w:sz w:val="20"/>
      </w:rPr>
    </w:pPr>
    <w:r>
      <w:rPr>
        <w:noProof/>
      </w:rPr>
      <w:drawing>
        <wp:inline distT="0" distB="0" distL="0" distR="0" wp14:anchorId="2B663479" wp14:editId="5AD47951">
          <wp:extent cx="4428490" cy="542290"/>
          <wp:effectExtent l="0" t="0" r="0" b="0"/>
          <wp:docPr id="4" name="Imagen 2" descr="C:\Users\47713386r\AppData\Local\Microsoft\Windows\INetCache\Content.Outlook\L2QF71F1\logo ministerio.png"/>
          <wp:cNvGraphicFramePr/>
          <a:graphic xmlns:a="http://schemas.openxmlformats.org/drawingml/2006/main">
            <a:graphicData uri="http://schemas.openxmlformats.org/drawingml/2006/picture">
              <pic:pic xmlns:pic="http://schemas.openxmlformats.org/drawingml/2006/picture">
                <pic:nvPicPr>
                  <pic:cNvPr id="4" name="Imagen 2" descr="C:\Users\47713386r\AppData\Local\Microsoft\Windows\INetCache\Content.Outlook\L2QF71F1\logo ministeri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28490" cy="54229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F94E5" w14:textId="77777777" w:rsidR="00EB03A8" w:rsidRDefault="00EB03A8">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241DC" w14:textId="77777777" w:rsidR="00EB03A8" w:rsidRDefault="00EB03A8">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7777777"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26503" w14:textId="77777777" w:rsidR="00EB03A8" w:rsidRDefault="00EB03A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1979"/>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257"/>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03A8"/>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B4FBC-92FD-4EA9-AC00-A12F34FFE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4D147B9-6138-4746-86EF-672062F12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2</TotalTime>
  <Pages>2</Pages>
  <Words>460</Words>
  <Characters>2626</Characters>
  <Application>Microsoft Office Word</Application>
  <DocSecurity>0</DocSecurity>
  <Lines>21</Lines>
  <Paragraphs>6</Paragraphs>
  <ScaleCrop>false</ScaleCrop>
  <Company>ICS</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Joanna Hernàndez Luque</cp:lastModifiedBy>
  <cp:revision>6</cp:revision>
  <cp:lastPrinted>2018-08-27T11:31:00Z</cp:lastPrinted>
  <dcterms:created xsi:type="dcterms:W3CDTF">2024-01-19T13:44:00Z</dcterms:created>
  <dcterms:modified xsi:type="dcterms:W3CDTF">2025-05-29T10:36:00Z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